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6FD" w:rsidRDefault="000146FD" w:rsidP="004976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46FD" w:rsidRPr="004976EC" w:rsidRDefault="000146FD" w:rsidP="000C48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>СОВЕТ МУНИЦИПАЛЬНОГО ОБРАЗОВАНИЯ</w:t>
      </w:r>
    </w:p>
    <w:p w:rsidR="000146FD" w:rsidRPr="004976EC" w:rsidRDefault="000146FD" w:rsidP="000C48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4976EC">
        <w:rPr>
          <w:rFonts w:ascii="Times New Roman" w:hAnsi="Times New Roman"/>
          <w:sz w:val="28"/>
          <w:szCs w:val="28"/>
        </w:rPr>
        <w:t>»</w:t>
      </w:r>
    </w:p>
    <w:p w:rsidR="000146FD" w:rsidRPr="004976EC" w:rsidRDefault="000146FD" w:rsidP="004976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46FD" w:rsidRPr="004976EC" w:rsidRDefault="000146FD" w:rsidP="004976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>РЕШЕНИЕ</w:t>
      </w:r>
    </w:p>
    <w:p w:rsidR="000146FD" w:rsidRPr="004976EC" w:rsidRDefault="000146FD" w:rsidP="00497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08.10.2024                                                                                         №7</w:t>
      </w:r>
    </w:p>
    <w:p w:rsidR="000146FD" w:rsidRPr="004976EC" w:rsidRDefault="000146FD" w:rsidP="004976E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976EC">
        <w:rPr>
          <w:rFonts w:ascii="Times New Roman" w:hAnsi="Times New Roman"/>
          <w:sz w:val="28"/>
          <w:szCs w:val="28"/>
        </w:rPr>
        <w:t xml:space="preserve">О передаче части полномочий </w:t>
      </w:r>
    </w:p>
    <w:p w:rsidR="000146FD" w:rsidRPr="004976EC" w:rsidRDefault="000146FD" w:rsidP="004976E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>по осуществлению внешнего</w:t>
      </w:r>
    </w:p>
    <w:p w:rsidR="000146FD" w:rsidRPr="004976EC" w:rsidRDefault="000146FD" w:rsidP="004976E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 xml:space="preserve">муниципального финансового контроля </w:t>
      </w:r>
    </w:p>
    <w:p w:rsidR="000146FD" w:rsidRPr="004976EC" w:rsidRDefault="000146FD" w:rsidP="004976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46FD" w:rsidRPr="004976EC" w:rsidRDefault="000146FD" w:rsidP="00497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46FD" w:rsidRPr="007C7A14" w:rsidRDefault="000146FD" w:rsidP="004976E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 ст.14, ч. 4 ст.</w:t>
      </w:r>
      <w:r w:rsidRPr="004976EC">
        <w:rPr>
          <w:rFonts w:ascii="Times New Roman" w:hAnsi="Times New Roman"/>
          <w:sz w:val="28"/>
          <w:szCs w:val="28"/>
        </w:rPr>
        <w:t>15 Федерального закона от 06.10.2003 № 131-ФЗ «Об общих принципах организации местного самоуправлен</w:t>
      </w:r>
      <w:r>
        <w:rPr>
          <w:rFonts w:ascii="Times New Roman" w:hAnsi="Times New Roman"/>
          <w:sz w:val="28"/>
          <w:szCs w:val="28"/>
        </w:rPr>
        <w:t xml:space="preserve">ия в Российской Федерации», ст.142.5., </w:t>
      </w:r>
      <w:r w:rsidRPr="004976EC">
        <w:rPr>
          <w:rFonts w:ascii="Times New Roman" w:hAnsi="Times New Roman"/>
          <w:sz w:val="28"/>
          <w:szCs w:val="28"/>
        </w:rPr>
        <w:t>264.4. Бюджетного к</w:t>
      </w:r>
      <w:r>
        <w:rPr>
          <w:rFonts w:ascii="Times New Roman" w:hAnsi="Times New Roman"/>
          <w:sz w:val="28"/>
          <w:szCs w:val="28"/>
        </w:rPr>
        <w:t>одекса Российской Федерации, ч.11 ст.</w:t>
      </w:r>
      <w:r w:rsidRPr="004976EC">
        <w:rPr>
          <w:rFonts w:ascii="Times New Roman" w:hAnsi="Times New Roman"/>
          <w:sz w:val="28"/>
          <w:szCs w:val="28"/>
        </w:rPr>
        <w:t>3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</w:t>
      </w:r>
      <w:r w:rsidRPr="004976EC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7C7A14">
        <w:rPr>
          <w:rFonts w:ascii="Times New Roman" w:hAnsi="Times New Roman"/>
          <w:sz w:val="28"/>
          <w:szCs w:val="28"/>
          <w:shd w:val="clear" w:color="auto" w:fill="FFFFFF"/>
        </w:rPr>
        <w:t>70</w:t>
      </w:r>
      <w:r w:rsidRPr="007C7A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Устава муниципального образования</w:t>
      </w:r>
      <w:r w:rsidRPr="004976EC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4976EC">
        <w:rPr>
          <w:rFonts w:ascii="Times New Roman" w:hAnsi="Times New Roman"/>
          <w:sz w:val="28"/>
          <w:szCs w:val="28"/>
        </w:rPr>
        <w:t>», 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76EC">
        <w:rPr>
          <w:rFonts w:ascii="Times New Roman" w:hAnsi="Times New Roman"/>
          <w:sz w:val="28"/>
          <w:szCs w:val="28"/>
        </w:rPr>
        <w:t xml:space="preserve">виду отсутствия материальных и иных ресурсов, необходимых для решения вопросов местного значения, в целях осуществления обеспечения эффективного внешнего муниципального финансового контроля, Совет муниципального </w:t>
      </w:r>
      <w:r w:rsidRPr="007C7A14">
        <w:rPr>
          <w:rFonts w:ascii="Times New Roman" w:hAnsi="Times New Roman"/>
          <w:sz w:val="28"/>
          <w:szCs w:val="28"/>
        </w:rPr>
        <w:t>образования «</w:t>
      </w:r>
      <w:r>
        <w:rPr>
          <w:rFonts w:ascii="Times New Roman" w:hAnsi="Times New Roman"/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7C7A14">
        <w:rPr>
          <w:rFonts w:ascii="Times New Roman" w:hAnsi="Times New Roman"/>
          <w:sz w:val="28"/>
          <w:szCs w:val="28"/>
        </w:rPr>
        <w:t>»</w:t>
      </w:r>
    </w:p>
    <w:p w:rsidR="000146FD" w:rsidRDefault="000146FD" w:rsidP="004976E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46FD" w:rsidRPr="004976EC" w:rsidRDefault="000146FD" w:rsidP="004976E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>РЕШИЛ:</w:t>
      </w:r>
    </w:p>
    <w:p w:rsidR="000146FD" w:rsidRPr="004976EC" w:rsidRDefault="000146FD" w:rsidP="004976E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>1.Передать Контрольно-счетной палате муниципального образования «Ахтубинский</w:t>
      </w:r>
      <w:r>
        <w:rPr>
          <w:rFonts w:ascii="Times New Roman" w:hAnsi="Times New Roman"/>
          <w:sz w:val="28"/>
          <w:szCs w:val="28"/>
        </w:rPr>
        <w:t xml:space="preserve"> муниципальный</w:t>
      </w:r>
      <w:r w:rsidRPr="004976E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 Астраханской области</w:t>
      </w:r>
      <w:r w:rsidRPr="004976EC">
        <w:rPr>
          <w:rFonts w:ascii="Times New Roman" w:hAnsi="Times New Roman"/>
          <w:sz w:val="28"/>
          <w:szCs w:val="28"/>
        </w:rPr>
        <w:t>» часть полномочий по осуществлению внешнего муници</w:t>
      </w:r>
      <w:r>
        <w:rPr>
          <w:rFonts w:ascii="Times New Roman" w:hAnsi="Times New Roman"/>
          <w:sz w:val="28"/>
          <w:szCs w:val="28"/>
        </w:rPr>
        <w:t>пального финансового контроля, предусмотренных ч.2 ст.</w:t>
      </w:r>
      <w:r w:rsidRPr="004976EC">
        <w:rPr>
          <w:rFonts w:ascii="Times New Roman" w:hAnsi="Times New Roman"/>
          <w:sz w:val="28"/>
          <w:szCs w:val="28"/>
        </w:rPr>
        <w:t>9 Феде</w:t>
      </w:r>
      <w:r>
        <w:rPr>
          <w:rFonts w:ascii="Times New Roman" w:hAnsi="Times New Roman"/>
          <w:sz w:val="28"/>
          <w:szCs w:val="28"/>
        </w:rPr>
        <w:t>рального закона от 07.02.2011 №</w:t>
      </w:r>
      <w:r w:rsidRPr="004976EC">
        <w:rPr>
          <w:rFonts w:ascii="Times New Roman" w:hAnsi="Times New Roman"/>
          <w:sz w:val="28"/>
          <w:szCs w:val="28"/>
        </w:rPr>
        <w:t xml:space="preserve">6-ФЗ «Об общих принципах организации и деятельности контрольно-счетных органов субъектов Российской Федерации и муниципальных образований» и  пунктом </w:t>
      </w:r>
      <w:r w:rsidRPr="003056CA">
        <w:rPr>
          <w:rFonts w:ascii="Times New Roman" w:hAnsi="Times New Roman"/>
          <w:sz w:val="28"/>
          <w:szCs w:val="28"/>
        </w:rPr>
        <w:t xml:space="preserve">2 </w:t>
      </w:r>
      <w:r w:rsidRPr="004976EC">
        <w:rPr>
          <w:rFonts w:ascii="Times New Roman" w:hAnsi="Times New Roman"/>
          <w:sz w:val="28"/>
          <w:szCs w:val="28"/>
        </w:rPr>
        <w:t xml:space="preserve">статьи </w:t>
      </w:r>
      <w:r w:rsidRPr="00A8173E">
        <w:rPr>
          <w:rFonts w:ascii="Times New Roman" w:hAnsi="Times New Roman"/>
          <w:sz w:val="28"/>
          <w:szCs w:val="28"/>
        </w:rPr>
        <w:t xml:space="preserve">70 </w:t>
      </w:r>
      <w:r w:rsidRPr="004976EC">
        <w:rPr>
          <w:rFonts w:ascii="Times New Roman" w:hAnsi="Times New Roman"/>
          <w:sz w:val="28"/>
          <w:szCs w:val="28"/>
        </w:rPr>
        <w:t xml:space="preserve">Устава муниципального </w:t>
      </w:r>
      <w:r w:rsidRPr="00A8173E">
        <w:rPr>
          <w:rFonts w:ascii="Times New Roman" w:hAnsi="Times New Roman"/>
          <w:sz w:val="28"/>
          <w:szCs w:val="28"/>
        </w:rPr>
        <w:t>обра</w:t>
      </w:r>
      <w:r>
        <w:rPr>
          <w:rFonts w:ascii="Times New Roman" w:hAnsi="Times New Roman"/>
          <w:sz w:val="28"/>
          <w:szCs w:val="28"/>
        </w:rPr>
        <w:t>зования «Сельское поселение село Пироговка Ахтубинского муниципального района Астраханской области</w:t>
      </w:r>
      <w:r w:rsidRPr="00A8173E">
        <w:rPr>
          <w:rFonts w:ascii="Times New Roman" w:hAnsi="Times New Roman"/>
          <w:sz w:val="28"/>
          <w:szCs w:val="28"/>
        </w:rPr>
        <w:t>»,</w:t>
      </w:r>
      <w:r w:rsidRPr="004976EC">
        <w:rPr>
          <w:rFonts w:ascii="Times New Roman" w:hAnsi="Times New Roman"/>
          <w:sz w:val="28"/>
          <w:szCs w:val="28"/>
        </w:rPr>
        <w:t xml:space="preserve"> в части касающейся экспертизы проектов местного бюджета и внешней проверки годового отчета об исполнении местного бюджета  на сро</w:t>
      </w:r>
      <w:r>
        <w:rPr>
          <w:rFonts w:ascii="Times New Roman" w:hAnsi="Times New Roman"/>
          <w:sz w:val="28"/>
          <w:szCs w:val="28"/>
        </w:rPr>
        <w:t>к с 01 января  по 31 декабря 2025 года</w:t>
      </w:r>
      <w:r w:rsidRPr="004976EC">
        <w:rPr>
          <w:rFonts w:ascii="Times New Roman" w:hAnsi="Times New Roman"/>
          <w:sz w:val="28"/>
          <w:szCs w:val="28"/>
        </w:rPr>
        <w:t>.</w:t>
      </w:r>
    </w:p>
    <w:p w:rsidR="000146FD" w:rsidRPr="004976EC" w:rsidRDefault="000146FD" w:rsidP="00497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>2.Направить настоящее Решение в Совет муниципальног</w:t>
      </w:r>
      <w:r>
        <w:rPr>
          <w:rFonts w:ascii="Times New Roman" w:hAnsi="Times New Roman"/>
          <w:sz w:val="28"/>
          <w:szCs w:val="28"/>
        </w:rPr>
        <w:t>о образования «</w:t>
      </w:r>
      <w:r w:rsidRPr="004976EC">
        <w:rPr>
          <w:rFonts w:ascii="Times New Roman" w:hAnsi="Times New Roman"/>
          <w:sz w:val="28"/>
          <w:szCs w:val="28"/>
        </w:rPr>
        <w:t>Ахтубинский</w:t>
      </w:r>
      <w:r>
        <w:rPr>
          <w:rFonts w:ascii="Times New Roman" w:hAnsi="Times New Roman"/>
          <w:sz w:val="28"/>
          <w:szCs w:val="28"/>
        </w:rPr>
        <w:t xml:space="preserve"> муниципальный</w:t>
      </w:r>
      <w:r w:rsidRPr="004976E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 Астраханской области</w:t>
      </w:r>
      <w:r w:rsidRPr="004976EC">
        <w:rPr>
          <w:rFonts w:ascii="Times New Roman" w:hAnsi="Times New Roman"/>
          <w:sz w:val="28"/>
          <w:szCs w:val="28"/>
        </w:rPr>
        <w:t>».</w:t>
      </w:r>
    </w:p>
    <w:p w:rsidR="000146FD" w:rsidRPr="004976EC" w:rsidRDefault="000146FD" w:rsidP="00497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 xml:space="preserve">3.Поручить  председателю Совета </w:t>
      </w:r>
      <w:r>
        <w:rPr>
          <w:rFonts w:ascii="Times New Roman" w:hAnsi="Times New Roman"/>
          <w:sz w:val="28"/>
          <w:szCs w:val="28"/>
        </w:rPr>
        <w:t>муниципального образования «Сельское поселение село Пироговка Ахтубинского муниципального района Астраханской области</w:t>
      </w:r>
      <w:r w:rsidRPr="00A8173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173E">
        <w:rPr>
          <w:rFonts w:ascii="Times New Roman" w:hAnsi="Times New Roman"/>
          <w:sz w:val="28"/>
          <w:szCs w:val="28"/>
        </w:rPr>
        <w:t>заключить</w:t>
      </w:r>
      <w:r w:rsidRPr="004976EC">
        <w:rPr>
          <w:rFonts w:ascii="Times New Roman" w:hAnsi="Times New Roman"/>
          <w:sz w:val="28"/>
          <w:szCs w:val="28"/>
        </w:rPr>
        <w:t xml:space="preserve"> Соглашение</w:t>
      </w:r>
      <w:r>
        <w:rPr>
          <w:rFonts w:ascii="Times New Roman" w:hAnsi="Times New Roman"/>
          <w:sz w:val="28"/>
          <w:szCs w:val="28"/>
        </w:rPr>
        <w:t xml:space="preserve"> с Советом муниципального образования «</w:t>
      </w:r>
      <w:r w:rsidRPr="004976EC">
        <w:rPr>
          <w:rFonts w:ascii="Times New Roman" w:hAnsi="Times New Roman"/>
          <w:sz w:val="28"/>
          <w:szCs w:val="28"/>
        </w:rPr>
        <w:t>Ахтубинский</w:t>
      </w:r>
      <w:r>
        <w:rPr>
          <w:rFonts w:ascii="Times New Roman" w:hAnsi="Times New Roman"/>
          <w:sz w:val="28"/>
          <w:szCs w:val="28"/>
        </w:rPr>
        <w:t xml:space="preserve"> муниципальный</w:t>
      </w:r>
      <w:r w:rsidRPr="004976E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 Астраханской области</w:t>
      </w:r>
      <w:r w:rsidRPr="004976EC">
        <w:rPr>
          <w:rFonts w:ascii="Times New Roman" w:hAnsi="Times New Roman"/>
          <w:sz w:val="28"/>
          <w:szCs w:val="28"/>
        </w:rPr>
        <w:t>» о передаче Контрольно-счетной палате муниципального образования «Ахтубинский</w:t>
      </w:r>
      <w:r>
        <w:rPr>
          <w:rFonts w:ascii="Times New Roman" w:hAnsi="Times New Roman"/>
          <w:sz w:val="28"/>
          <w:szCs w:val="28"/>
        </w:rPr>
        <w:t xml:space="preserve"> муниципальный</w:t>
      </w:r>
      <w:r w:rsidRPr="004976E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 Астраханской области»</w:t>
      </w:r>
      <w:r w:rsidRPr="004976EC">
        <w:rPr>
          <w:rFonts w:ascii="Times New Roman" w:hAnsi="Times New Roman"/>
          <w:sz w:val="28"/>
          <w:szCs w:val="28"/>
        </w:rPr>
        <w:t xml:space="preserve"> части полномочий контрольно-счетного органа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7C7A14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7C7A1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76EC">
        <w:rPr>
          <w:rFonts w:ascii="Times New Roman" w:hAnsi="Times New Roman"/>
          <w:sz w:val="28"/>
          <w:szCs w:val="28"/>
        </w:rPr>
        <w:t>по осуществлению внешнего муниципального финансового контроля, указанных в части 1 настоящего Решения, сроком на</w:t>
      </w:r>
      <w:r>
        <w:rPr>
          <w:rFonts w:ascii="Times New Roman" w:hAnsi="Times New Roman"/>
          <w:sz w:val="28"/>
          <w:szCs w:val="28"/>
        </w:rPr>
        <w:t xml:space="preserve"> 1 (один) год</w:t>
      </w:r>
      <w:r w:rsidRPr="004976EC">
        <w:rPr>
          <w:rFonts w:ascii="Times New Roman" w:hAnsi="Times New Roman"/>
          <w:sz w:val="28"/>
          <w:szCs w:val="28"/>
        </w:rPr>
        <w:t>.</w:t>
      </w:r>
    </w:p>
    <w:p w:rsidR="000146FD" w:rsidRDefault="000146FD" w:rsidP="00497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>4. Предусмотреть в бюдж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ете</w:t>
      </w:r>
      <w:r w:rsidRPr="004976EC">
        <w:rPr>
          <w:rFonts w:ascii="Times New Roman" w:hAnsi="Times New Roman"/>
          <w:sz w:val="28"/>
          <w:szCs w:val="28"/>
        </w:rPr>
        <w:t xml:space="preserve"> на соответствующий финансовый год иные межбюджетные трансферты для финансового обеспечения расходных обязательств, в соответствии с заключенным Соглашением.</w:t>
      </w:r>
    </w:p>
    <w:p w:rsidR="000146FD" w:rsidRPr="004976EC" w:rsidRDefault="000146FD" w:rsidP="00497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 xml:space="preserve">5. Установить, что должностные </w:t>
      </w:r>
      <w:r>
        <w:rPr>
          <w:rFonts w:ascii="Times New Roman" w:hAnsi="Times New Roman"/>
          <w:sz w:val="28"/>
          <w:szCs w:val="28"/>
        </w:rPr>
        <w:t xml:space="preserve">лица Контрольно-счетной палаты </w:t>
      </w:r>
      <w:r w:rsidRPr="004976EC">
        <w:rPr>
          <w:rFonts w:ascii="Times New Roman" w:hAnsi="Times New Roman"/>
          <w:sz w:val="28"/>
          <w:szCs w:val="28"/>
        </w:rPr>
        <w:t>муниципального образования «Ахтубинский</w:t>
      </w:r>
      <w:r>
        <w:rPr>
          <w:rFonts w:ascii="Times New Roman" w:hAnsi="Times New Roman"/>
          <w:sz w:val="28"/>
          <w:szCs w:val="28"/>
        </w:rPr>
        <w:t xml:space="preserve"> муниципальный</w:t>
      </w:r>
      <w:r w:rsidRPr="004976E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 Астраханской области»,</w:t>
      </w:r>
      <w:r w:rsidRPr="004976EC">
        <w:rPr>
          <w:rFonts w:ascii="Times New Roman" w:hAnsi="Times New Roman"/>
          <w:sz w:val="28"/>
          <w:szCs w:val="28"/>
        </w:rPr>
        <w:t xml:space="preserve"> при осуществлении полномочий контрольно-счетного органа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7C7A14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7C7A14">
        <w:rPr>
          <w:rFonts w:ascii="Times New Roman" w:hAnsi="Times New Roman"/>
          <w:sz w:val="28"/>
          <w:szCs w:val="28"/>
        </w:rPr>
        <w:t>»</w:t>
      </w:r>
      <w:r w:rsidRPr="004976EC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976EC">
        <w:rPr>
          <w:rFonts w:ascii="Times New Roman" w:hAnsi="Times New Roman"/>
          <w:sz w:val="28"/>
          <w:szCs w:val="28"/>
        </w:rPr>
        <w:t xml:space="preserve">обладают правами должностных лиц контрольно-счетного органа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A8173E">
        <w:rPr>
          <w:rFonts w:ascii="Times New Roman" w:hAnsi="Times New Roman"/>
          <w:sz w:val="28"/>
          <w:szCs w:val="28"/>
        </w:rPr>
        <w:t xml:space="preserve"> </w:t>
      </w:r>
      <w:r w:rsidRPr="007C7A1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7C7A14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76EC">
        <w:rPr>
          <w:rFonts w:ascii="Times New Roman" w:hAnsi="Times New Roman"/>
          <w:sz w:val="28"/>
          <w:szCs w:val="28"/>
        </w:rPr>
        <w:t xml:space="preserve">установленными федеральными законами Российской Федерации, законами Астраханской области, уставом и иными </w:t>
      </w:r>
      <w:r>
        <w:rPr>
          <w:rFonts w:ascii="Times New Roman" w:hAnsi="Times New Roman"/>
          <w:sz w:val="28"/>
          <w:szCs w:val="28"/>
        </w:rPr>
        <w:t>муниципальными правовыми актами</w:t>
      </w:r>
      <w:r w:rsidRPr="004976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7C7A14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7C7A14">
        <w:rPr>
          <w:rFonts w:ascii="Times New Roman" w:hAnsi="Times New Roman"/>
          <w:sz w:val="28"/>
          <w:szCs w:val="28"/>
        </w:rPr>
        <w:t>».</w:t>
      </w:r>
    </w:p>
    <w:p w:rsidR="000146FD" w:rsidRPr="004976EC" w:rsidRDefault="000146FD" w:rsidP="00497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>6. Настоящее решение вступает в силу с момента его официального опубликования.</w:t>
      </w:r>
    </w:p>
    <w:p w:rsidR="000146FD" w:rsidRPr="004976EC" w:rsidRDefault="000146FD" w:rsidP="00497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46FD" w:rsidRPr="004976EC" w:rsidRDefault="000146FD" w:rsidP="00497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46FD" w:rsidRPr="004976EC" w:rsidRDefault="000146FD" w:rsidP="00497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 xml:space="preserve">Председатель Совета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Л. В. Гнездилова</w:t>
      </w:r>
    </w:p>
    <w:p w:rsidR="000146FD" w:rsidRPr="004976EC" w:rsidRDefault="000146FD" w:rsidP="00497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46FD" w:rsidRPr="004976EC" w:rsidRDefault="000146FD" w:rsidP="00497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76EC">
        <w:rPr>
          <w:rFonts w:ascii="Times New Roman" w:hAnsi="Times New Roman"/>
          <w:sz w:val="28"/>
          <w:szCs w:val="28"/>
        </w:rPr>
        <w:t xml:space="preserve">Глава муниципального образования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4976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Л. В. Гнездилова</w:t>
      </w:r>
    </w:p>
    <w:p w:rsidR="000146FD" w:rsidRPr="004976EC" w:rsidRDefault="000146FD" w:rsidP="007D209B">
      <w:pPr>
        <w:jc w:val="both"/>
        <w:rPr>
          <w:rFonts w:ascii="Times New Roman" w:hAnsi="Times New Roman"/>
          <w:sz w:val="28"/>
          <w:szCs w:val="28"/>
        </w:rPr>
      </w:pPr>
    </w:p>
    <w:p w:rsidR="000146FD" w:rsidRPr="004976EC" w:rsidRDefault="000146FD" w:rsidP="007D209B">
      <w:pPr>
        <w:jc w:val="both"/>
        <w:rPr>
          <w:rFonts w:ascii="Times New Roman" w:hAnsi="Times New Roman"/>
          <w:sz w:val="28"/>
          <w:szCs w:val="28"/>
        </w:rPr>
      </w:pPr>
    </w:p>
    <w:p w:rsidR="000146FD" w:rsidRPr="004976EC" w:rsidRDefault="000146FD" w:rsidP="007D209B">
      <w:pPr>
        <w:jc w:val="both"/>
        <w:rPr>
          <w:rFonts w:ascii="Times New Roman" w:hAnsi="Times New Roman"/>
          <w:sz w:val="28"/>
          <w:szCs w:val="28"/>
        </w:rPr>
      </w:pPr>
    </w:p>
    <w:p w:rsidR="000146FD" w:rsidRPr="004976EC" w:rsidRDefault="000146FD" w:rsidP="007D209B">
      <w:pPr>
        <w:rPr>
          <w:sz w:val="28"/>
          <w:szCs w:val="28"/>
        </w:rPr>
      </w:pPr>
    </w:p>
    <w:sectPr w:rsidR="000146FD" w:rsidRPr="004976EC" w:rsidSect="004976EC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7A27"/>
    <w:rsid w:val="000146FD"/>
    <w:rsid w:val="00017585"/>
    <w:rsid w:val="0005764C"/>
    <w:rsid w:val="000C48ED"/>
    <w:rsid w:val="000E66E6"/>
    <w:rsid w:val="000F7B17"/>
    <w:rsid w:val="001159F4"/>
    <w:rsid w:val="001309F4"/>
    <w:rsid w:val="001F7EAE"/>
    <w:rsid w:val="00236639"/>
    <w:rsid w:val="002C08EF"/>
    <w:rsid w:val="002D02BF"/>
    <w:rsid w:val="002E704D"/>
    <w:rsid w:val="003056CA"/>
    <w:rsid w:val="0033201D"/>
    <w:rsid w:val="00351049"/>
    <w:rsid w:val="0036693C"/>
    <w:rsid w:val="003D49BF"/>
    <w:rsid w:val="00401799"/>
    <w:rsid w:val="004210D2"/>
    <w:rsid w:val="004976EC"/>
    <w:rsid w:val="004D2A5F"/>
    <w:rsid w:val="005073E7"/>
    <w:rsid w:val="005B7183"/>
    <w:rsid w:val="0060017A"/>
    <w:rsid w:val="0061264F"/>
    <w:rsid w:val="00646B21"/>
    <w:rsid w:val="00661385"/>
    <w:rsid w:val="00734570"/>
    <w:rsid w:val="00747F08"/>
    <w:rsid w:val="00755580"/>
    <w:rsid w:val="00762DC2"/>
    <w:rsid w:val="00770ED4"/>
    <w:rsid w:val="007A3B56"/>
    <w:rsid w:val="007C7A14"/>
    <w:rsid w:val="007C7B6C"/>
    <w:rsid w:val="007D209B"/>
    <w:rsid w:val="007D7670"/>
    <w:rsid w:val="007E191B"/>
    <w:rsid w:val="007F7E39"/>
    <w:rsid w:val="00820E61"/>
    <w:rsid w:val="00855907"/>
    <w:rsid w:val="008B4E23"/>
    <w:rsid w:val="008C5865"/>
    <w:rsid w:val="00903AE3"/>
    <w:rsid w:val="00913010"/>
    <w:rsid w:val="0094350D"/>
    <w:rsid w:val="009A74D6"/>
    <w:rsid w:val="009E4FED"/>
    <w:rsid w:val="009F4CBE"/>
    <w:rsid w:val="00A15F3B"/>
    <w:rsid w:val="00A8173E"/>
    <w:rsid w:val="00AA0D61"/>
    <w:rsid w:val="00AF2DF4"/>
    <w:rsid w:val="00B063E8"/>
    <w:rsid w:val="00B47A73"/>
    <w:rsid w:val="00B57A27"/>
    <w:rsid w:val="00B60F7B"/>
    <w:rsid w:val="00B7227B"/>
    <w:rsid w:val="00B83818"/>
    <w:rsid w:val="00BE0AE6"/>
    <w:rsid w:val="00C21AF8"/>
    <w:rsid w:val="00C6182C"/>
    <w:rsid w:val="00C823ED"/>
    <w:rsid w:val="00CC06A5"/>
    <w:rsid w:val="00CD71AE"/>
    <w:rsid w:val="00D71C86"/>
    <w:rsid w:val="00D8144B"/>
    <w:rsid w:val="00D96EB2"/>
    <w:rsid w:val="00EB15D3"/>
    <w:rsid w:val="00F66698"/>
    <w:rsid w:val="00F94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6E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2</Pages>
  <Words>584</Words>
  <Characters>3329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</dc:title>
  <dc:subject/>
  <dc:creator>Светлана Цапко</dc:creator>
  <cp:keywords/>
  <dc:description/>
  <cp:lastModifiedBy>User</cp:lastModifiedBy>
  <cp:revision>17</cp:revision>
  <cp:lastPrinted>2024-10-08T06:37:00Z</cp:lastPrinted>
  <dcterms:created xsi:type="dcterms:W3CDTF">2019-09-20T04:30:00Z</dcterms:created>
  <dcterms:modified xsi:type="dcterms:W3CDTF">2024-10-09T10:39:00Z</dcterms:modified>
</cp:coreProperties>
</file>